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:rsidR="00AE2C02" w:rsidRPr="00CE78CA" w:rsidRDefault="005A2287" w:rsidP="00AE2C02">
      <w:pPr>
        <w:ind w:left="3600"/>
        <w:rPr>
          <w:lang w:val="bg-BG"/>
        </w:rPr>
      </w:pPr>
      <w:r w:rsidRPr="00CE78CA">
        <w:rPr>
          <w:lang w:val="bg-BG"/>
        </w:rPr>
        <w:t xml:space="preserve">  </w:t>
      </w:r>
      <w:r w:rsidR="00AE2C02">
        <w:rPr>
          <w:lang w:val="bg-BG"/>
        </w:rPr>
        <w:t xml:space="preserve">   </w:t>
      </w:r>
      <w:r w:rsidR="00EE0429">
        <w:rPr>
          <w:lang w:val="bg-BG"/>
        </w:rPr>
        <w:t xml:space="preserve">  №  ПО-09-2949-7</w:t>
      </w:r>
    </w:p>
    <w:p w:rsidR="00AE2C02" w:rsidRPr="00CE78CA" w:rsidRDefault="00EE0429" w:rsidP="00AE2C02">
      <w:pPr>
        <w:ind w:left="2880" w:firstLine="720"/>
        <w:rPr>
          <w:lang w:val="bg-BG"/>
        </w:rPr>
      </w:pPr>
      <w:r>
        <w:rPr>
          <w:lang w:val="bg-BG"/>
        </w:rPr>
        <w:t xml:space="preserve">     София,  11.11.</w:t>
      </w:r>
      <w:r w:rsidR="00AE2C02" w:rsidRPr="00CE78CA">
        <w:rPr>
          <w:lang w:val="bg-BG"/>
        </w:rPr>
        <w:t>20</w:t>
      </w:r>
      <w:r w:rsidR="00AE2C02">
        <w:rPr>
          <w:lang w:val="bg-BG"/>
        </w:rPr>
        <w:t>22</w:t>
      </w:r>
      <w:r w:rsidR="00AE2C02" w:rsidRPr="00EE0429">
        <w:rPr>
          <w:lang w:val="bg-BG"/>
        </w:rPr>
        <w:t xml:space="preserve"> </w:t>
      </w:r>
      <w:r w:rsidR="00AE2C02" w:rsidRPr="00CE78CA">
        <w:rPr>
          <w:lang w:val="bg-BG"/>
        </w:rPr>
        <w:t xml:space="preserve">г.  </w:t>
      </w:r>
    </w:p>
    <w:p w:rsidR="00454CDE" w:rsidRPr="00CE78CA" w:rsidRDefault="00454CDE" w:rsidP="00AE2C02">
      <w:pPr>
        <w:ind w:left="3600"/>
        <w:rPr>
          <w:lang w:val="bg-BG"/>
        </w:rPr>
      </w:pPr>
    </w:p>
    <w:p w:rsidR="00576362" w:rsidRDefault="00576362" w:rsidP="00576362">
      <w:pPr>
        <w:spacing w:line="360" w:lineRule="auto"/>
        <w:rPr>
          <w:lang w:val="bg-BG"/>
        </w:rPr>
      </w:pPr>
    </w:p>
    <w:p w:rsidR="00952C35" w:rsidRPr="006B3394" w:rsidRDefault="00952C35" w:rsidP="00952C35">
      <w:pPr>
        <w:ind w:firstLine="720"/>
        <w:jc w:val="both"/>
        <w:rPr>
          <w:lang w:val="bg-BG"/>
        </w:rPr>
      </w:pPr>
      <w:r w:rsidRPr="006B3394">
        <w:rPr>
          <w:lang w:val="bg-BG"/>
        </w:rPr>
        <w:t xml:space="preserve">На основание чл.37в, ал.13, във връзка с чл.37в, ал.4 от Закона за собствеността и ползването на земеделските земи (ЗСПЗЗ), чл.3, ал.4 от Устройствения правилник на областните дирекции “Земеделие”, </w:t>
      </w:r>
      <w:r w:rsidR="003E1648">
        <w:rPr>
          <w:lang w:val="bg-BG"/>
        </w:rPr>
        <w:t xml:space="preserve">в сила от 26.01.2010 г. </w:t>
      </w:r>
      <w:r w:rsidR="003E1648" w:rsidRPr="00CE78CA">
        <w:rPr>
          <w:lang w:val="bg-BG"/>
        </w:rPr>
        <w:t xml:space="preserve">издаден от Министерството на земеделието и храните, </w:t>
      </w:r>
      <w:proofErr w:type="spellStart"/>
      <w:r w:rsidR="003E1648" w:rsidRPr="0083710E">
        <w:rPr>
          <w:lang w:val="bg-BG"/>
        </w:rPr>
        <w:t>обн.ДВ</w:t>
      </w:r>
      <w:proofErr w:type="spellEnd"/>
      <w:r w:rsidR="003E1648" w:rsidRPr="0083710E">
        <w:rPr>
          <w:lang w:val="bg-BG"/>
        </w:rPr>
        <w:t>, бр.7/26.01.2010г.,</w:t>
      </w:r>
      <w:r w:rsidR="003E1648" w:rsidRPr="0083710E">
        <w:rPr>
          <w:lang w:val="ru-RU"/>
        </w:rPr>
        <w:t xml:space="preserve"> </w:t>
      </w:r>
      <w:proofErr w:type="spellStart"/>
      <w:r w:rsidR="003E1648" w:rsidRPr="0083710E">
        <w:rPr>
          <w:lang w:val="bg-BG"/>
        </w:rPr>
        <w:t>посл</w:t>
      </w:r>
      <w:proofErr w:type="spellEnd"/>
      <w:r w:rsidR="003E1648" w:rsidRPr="0083710E">
        <w:rPr>
          <w:lang w:val="bg-BG"/>
        </w:rPr>
        <w:t xml:space="preserve">. изм. ДВ, бр. </w:t>
      </w:r>
      <w:bookmarkStart w:id="0" w:name="OLE_LINK4"/>
      <w:bookmarkStart w:id="1" w:name="OLE_LINK5"/>
      <w:bookmarkStart w:id="2" w:name="OLE_LINK6"/>
      <w:r w:rsidR="003E1648">
        <w:rPr>
          <w:lang w:val="bg-BG"/>
        </w:rPr>
        <w:t>41</w:t>
      </w:r>
      <w:r w:rsidR="003E1648" w:rsidRPr="0083710E">
        <w:rPr>
          <w:lang w:val="bg-BG"/>
        </w:rPr>
        <w:t xml:space="preserve"> от 0</w:t>
      </w:r>
      <w:r w:rsidR="003E1648">
        <w:rPr>
          <w:lang w:val="bg-BG"/>
        </w:rPr>
        <w:t>3</w:t>
      </w:r>
      <w:r w:rsidR="003E1648" w:rsidRPr="0083710E">
        <w:rPr>
          <w:lang w:val="bg-BG"/>
        </w:rPr>
        <w:t xml:space="preserve"> </w:t>
      </w:r>
      <w:bookmarkEnd w:id="0"/>
      <w:bookmarkEnd w:id="1"/>
      <w:bookmarkEnd w:id="2"/>
      <w:r w:rsidR="003E1648">
        <w:rPr>
          <w:lang w:val="bg-BG"/>
        </w:rPr>
        <w:t>юни</w:t>
      </w:r>
      <w:r w:rsidR="003E1648" w:rsidRPr="0083710E">
        <w:rPr>
          <w:lang w:val="bg-BG"/>
        </w:rPr>
        <w:t xml:space="preserve"> 202</w:t>
      </w:r>
      <w:r w:rsidR="003E1648">
        <w:rPr>
          <w:lang w:val="bg-BG"/>
        </w:rPr>
        <w:t xml:space="preserve">2г., </w:t>
      </w:r>
      <w:r w:rsidRPr="006B3394">
        <w:rPr>
          <w:lang w:val="bg-BG"/>
        </w:rPr>
        <w:t xml:space="preserve">Доклад с вх. </w:t>
      </w:r>
      <w:r>
        <w:rPr>
          <w:lang w:val="bg-BG"/>
        </w:rPr>
        <w:t>№ ПО-09-</w:t>
      </w:r>
      <w:r w:rsidRPr="00EE0429">
        <w:rPr>
          <w:lang w:val="bg-BG"/>
        </w:rPr>
        <w:t>29</w:t>
      </w:r>
      <w:r>
        <w:rPr>
          <w:lang w:val="bg-BG"/>
        </w:rPr>
        <w:t>49-6/11.11</w:t>
      </w:r>
      <w:r w:rsidRPr="006B3394">
        <w:rPr>
          <w:lang w:val="bg-BG"/>
        </w:rPr>
        <w:t>.202</w:t>
      </w:r>
      <w:r>
        <w:rPr>
          <w:lang w:val="bg-BG"/>
        </w:rPr>
        <w:t>2</w:t>
      </w:r>
      <w:r w:rsidRPr="006B3394">
        <w:rPr>
          <w:lang w:val="bg-BG"/>
        </w:rPr>
        <w:t>г. на комисията, на</w:t>
      </w:r>
      <w:r>
        <w:rPr>
          <w:lang w:val="bg-BG"/>
        </w:rPr>
        <w:t>з</w:t>
      </w:r>
      <w:r w:rsidR="00B233B4">
        <w:rPr>
          <w:lang w:val="bg-BG"/>
        </w:rPr>
        <w:t>начена със Заповед № ПО-09-2949/20.07.2022</w:t>
      </w:r>
      <w:r w:rsidRPr="006B3394">
        <w:rPr>
          <w:lang w:val="bg-BG"/>
        </w:rPr>
        <w:t>г. на Директора на Областна дирекция “Земеделие” – София област и Споразумение по чл.37в, а</w:t>
      </w:r>
      <w:r>
        <w:rPr>
          <w:lang w:val="bg-BG"/>
        </w:rPr>
        <w:t>л.2 от ЗСПЗЗ, с вх. № ПО-09-</w:t>
      </w:r>
      <w:r w:rsidR="00B233B4" w:rsidRPr="00EE0429">
        <w:rPr>
          <w:lang w:val="bg-BG"/>
        </w:rPr>
        <w:t>29</w:t>
      </w:r>
      <w:r w:rsidR="00B233B4">
        <w:rPr>
          <w:lang w:val="bg-BG"/>
        </w:rPr>
        <w:t>49</w:t>
      </w:r>
      <w:r>
        <w:rPr>
          <w:lang w:val="bg-BG"/>
        </w:rPr>
        <w:t>-</w:t>
      </w:r>
      <w:r w:rsidR="00B233B4">
        <w:rPr>
          <w:lang w:val="bg-BG"/>
        </w:rPr>
        <w:t>5</w:t>
      </w:r>
      <w:r>
        <w:rPr>
          <w:lang w:val="bg-BG"/>
        </w:rPr>
        <w:t>/</w:t>
      </w:r>
      <w:r w:rsidR="00B233B4">
        <w:rPr>
          <w:lang w:val="bg-BG"/>
        </w:rPr>
        <w:t>11.11.2022</w:t>
      </w:r>
      <w:r w:rsidRPr="006B3394">
        <w:rPr>
          <w:lang w:val="bg-BG"/>
        </w:rPr>
        <w:t>г. в Общинска служба по земеделие – Ихтиман, Заявление по реда на чл.37в, ал.12</w:t>
      </w:r>
      <w:r>
        <w:rPr>
          <w:lang w:val="bg-BG"/>
        </w:rPr>
        <w:t xml:space="preserve"> от ЗСПЗЗ</w:t>
      </w:r>
      <w:r w:rsidRPr="006B3394">
        <w:rPr>
          <w:lang w:val="bg-BG"/>
        </w:rPr>
        <w:t>, наш вх. № ПО-09</w:t>
      </w:r>
      <w:r>
        <w:rPr>
          <w:lang w:val="bg-BG"/>
        </w:rPr>
        <w:t>-</w:t>
      </w:r>
      <w:r w:rsidR="00B233B4" w:rsidRPr="00EE0429">
        <w:rPr>
          <w:lang w:val="bg-BG"/>
        </w:rPr>
        <w:t>29</w:t>
      </w:r>
      <w:r w:rsidR="00B233B4">
        <w:rPr>
          <w:lang w:val="bg-BG"/>
        </w:rPr>
        <w:t>49-4</w:t>
      </w:r>
      <w:r>
        <w:rPr>
          <w:lang w:val="bg-BG"/>
        </w:rPr>
        <w:t>/1</w:t>
      </w:r>
      <w:r w:rsidRPr="00EE0429">
        <w:rPr>
          <w:lang w:val="bg-BG"/>
        </w:rPr>
        <w:t>1</w:t>
      </w:r>
      <w:r w:rsidR="00B233B4">
        <w:rPr>
          <w:lang w:val="bg-BG"/>
        </w:rPr>
        <w:t>.10.2022г. от ползвателя Станимир Борисов Божилов</w:t>
      </w:r>
      <w:r w:rsidRPr="006B3394">
        <w:rPr>
          <w:lang w:val="bg-BG"/>
        </w:rPr>
        <w:t>, участващ в сключеното доброволно споразу</w:t>
      </w:r>
      <w:r w:rsidR="00B233B4">
        <w:rPr>
          <w:lang w:val="bg-BG"/>
        </w:rPr>
        <w:t>мение за землището на с. Живково</w:t>
      </w:r>
      <w:r w:rsidRPr="006B3394">
        <w:rPr>
          <w:lang w:val="bg-BG"/>
        </w:rPr>
        <w:t>, община Ихтиман,</w:t>
      </w:r>
    </w:p>
    <w:p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:rsidR="00034F6D" w:rsidRPr="00374CAD" w:rsidRDefault="00034F6D" w:rsidP="008F3A6E">
      <w:pPr>
        <w:ind w:firstLine="709"/>
        <w:jc w:val="center"/>
        <w:rPr>
          <w:lang w:val="bg-BG"/>
        </w:rPr>
      </w:pPr>
    </w:p>
    <w:p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4D18">
        <w:rPr>
          <w:lang w:val="bg-BG"/>
        </w:rPr>
        <w:t xml:space="preserve"> по </w:t>
      </w:r>
      <w:r w:rsidR="00871654" w:rsidRPr="004A35CC">
        <w:rPr>
          <w:lang w:val="bg-BG"/>
        </w:rPr>
        <w:t>чл. 37в</w:t>
      </w:r>
      <w:r w:rsidR="008960BA">
        <w:rPr>
          <w:lang w:val="bg-BG"/>
        </w:rPr>
        <w:t>,</w:t>
      </w:r>
      <w:r w:rsidR="00871654" w:rsidRPr="004A35CC">
        <w:rPr>
          <w:lang w:val="bg-BG"/>
        </w:rPr>
        <w:t xml:space="preserve"> ал.</w:t>
      </w:r>
      <w:r w:rsidR="00874D18" w:rsidRPr="00EE0429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874D18" w:rsidRPr="00874D18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374CAD">
        <w:rPr>
          <w:lang w:val="bg-BG"/>
        </w:rPr>
        <w:t>.</w:t>
      </w:r>
      <w:r w:rsidR="00BE53D2">
        <w:rPr>
          <w:lang w:val="bg-BG"/>
        </w:rPr>
        <w:t xml:space="preserve"> </w:t>
      </w:r>
      <w:r w:rsidR="00AB119E">
        <w:rPr>
          <w:lang w:val="bg-BG"/>
        </w:rPr>
        <w:t>Живково</w:t>
      </w:r>
      <w:r w:rsidRPr="00CE78CA">
        <w:rPr>
          <w:lang w:val="bg-BG"/>
        </w:rPr>
        <w:t xml:space="preserve">, общ. </w:t>
      </w:r>
      <w:r w:rsidR="008960BA">
        <w:rPr>
          <w:lang w:val="bg-BG"/>
        </w:rPr>
        <w:t>Ихтиман</w:t>
      </w:r>
      <w:r w:rsidRPr="00CE78CA">
        <w:rPr>
          <w:lang w:val="bg-BG"/>
        </w:rPr>
        <w:t>,</w:t>
      </w:r>
      <w:r w:rsidRPr="002725F6">
        <w:rPr>
          <w:lang w:val="ru-RU"/>
        </w:rPr>
        <w:t xml:space="preserve"> </w:t>
      </w:r>
      <w:r w:rsidRPr="00CE78CA">
        <w:rPr>
          <w:lang w:val="bg-BG"/>
        </w:rPr>
        <w:t>ЕКАТТ</w:t>
      </w:r>
      <w:r w:rsidR="00AB119E">
        <w:rPr>
          <w:lang w:val="bg-BG"/>
        </w:rPr>
        <w:t>Е 29338</w:t>
      </w:r>
      <w:r w:rsidR="00874D18">
        <w:rPr>
          <w:lang w:val="bg-BG"/>
        </w:rPr>
        <w:t>,</w:t>
      </w:r>
      <w:r w:rsidRPr="00CE78CA">
        <w:rPr>
          <w:lang w:val="bg-BG"/>
        </w:rPr>
        <w:t xml:space="preserve">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:rsidR="00924C51" w:rsidRDefault="00924C51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900"/>
        <w:gridCol w:w="908"/>
        <w:gridCol w:w="892"/>
        <w:gridCol w:w="902"/>
        <w:gridCol w:w="1176"/>
      </w:tblGrid>
      <w:tr w:rsidR="000C1717" w:rsidRPr="00DF0169" w:rsidTr="0042026F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0C1717" w:rsidRPr="00DF0169" w:rsidTr="0042026F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717" w:rsidRPr="00D9764E" w:rsidRDefault="000C1717" w:rsidP="0042026F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17" w:rsidRPr="00D9764E" w:rsidRDefault="000C1717" w:rsidP="0042026F">
            <w:pPr>
              <w:jc w:val="center"/>
              <w:rPr>
                <w:b/>
                <w:sz w:val="18"/>
                <w:lang w:val="bg-BG" w:eastAsia="bg-BG"/>
              </w:rPr>
            </w:pPr>
            <w:r w:rsidRPr="00D9764E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A73260" w:rsidRPr="00D9764E" w:rsidTr="0042026F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77576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33395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33412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33263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33294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101411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101430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101586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78440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"АГРАНДИС"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78401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9.269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149.129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40.722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16.893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58246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14.588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452.23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58247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58358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13.927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12.159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58396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58115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57225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58416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56211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57345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57163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57188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57393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56244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57228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58057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56230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57278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83.61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56199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56472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62.05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56020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56473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43376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12.939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43242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43004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94.85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43079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43357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15.571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69081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69058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12.251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69232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69234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10.419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71036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69057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8.508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71262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69261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69262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70320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71016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71299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70332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70389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21.313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14.246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68441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12.972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9.833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68378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68424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68376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68592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92416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21.759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91145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92333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16.872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92017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15.349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13.714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12.615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12.337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11.465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11.068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92350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91062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92010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92082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9.731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92057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92365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8.531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92087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5.252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93385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98293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12.388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98164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"АГРО КАТ - 2012"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98585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1325.001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24.557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761.26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15.791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13.768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11.444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10.255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102397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101.23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16.661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"БОЕРИКС"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144.960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3.266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101.23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"ДИМИТРОВИ 2002"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"ДИМИТРОВИ 2002"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"ДИМИТРОВИ 2002"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67306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11.333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"ДИМИТРОВИ 2002"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64125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32.354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"ЕКОТЕРМА"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"ЕКОТЕРМА"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0.610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18.92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15.794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11.229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"ЕЛЕДЖИК - 21" 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53.766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58.01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34332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12.288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34263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34425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34158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34080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34345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34249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34041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34090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34073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34255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34293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33237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33567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30171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"МАДЖАРОВИ 2014"ЕООД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79332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148.086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1.871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58.01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102469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101309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107.53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"МИЛЧЕВ И КО"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226.25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195.921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11.711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363.04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31097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31441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31297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31207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31502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31105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31059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57.77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80328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13.469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80338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9.451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80219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80037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80359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105.52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80152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80088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100304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"НИТ"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107.900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5.268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163.30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14.218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12.918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52424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8.549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51156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8.369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51122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51339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52168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"ПОЛИВАН"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214.490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40339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13.742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40459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40410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40303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АЛЕКСАНДРОВ ЙОВИЧИН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40085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93.488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102588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74.85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32563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32441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50274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50571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78503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102397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92.24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ГЕОРГИ ПЛАМЕНОВ ЗАХОВ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68.687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5.390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167.09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19.811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40096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40074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40391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40399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40213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40022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40389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41259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40466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36.92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ЕТ"НИКОЛАЙ ЙОВИЧИН"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157.389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1.191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36.92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55309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55168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55312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55311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55308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55310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62434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62227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62139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63335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63312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63209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77381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9.759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ЙОРДАНКА ФИЛИПОВА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128.551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29311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29503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29106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32566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32561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32336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32307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32450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83.64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32402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32564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32565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29370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17.188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36269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13.480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36263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12.732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36220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36354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36200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36471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36217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36007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36191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36143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33569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33571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33391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33572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33414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33430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11.065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85156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85413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85122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85090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85211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28291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28469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124.46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28468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124.08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14.449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33307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33567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33157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33288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16.295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103074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103045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103284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103075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68328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68506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15.095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25.42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68504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68283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68006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68576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30244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30313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11.131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30037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30036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12.862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8.357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52219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52218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52091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52594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БОЯНОВ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52596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820.735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12.015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372.45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11.065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78139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9.188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78508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77328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15.180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КАЛИН КАЛИНОВ МИЛАДИНОВ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106.328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29178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12.136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27066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27065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28175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16.949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28037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9.253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28068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38453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50248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КРАСИМИР СТОЯНОВ ХАДЖИСТОЯНОВ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164.224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11.206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8.381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45306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16.962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45040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45104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45396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45501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45442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45284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45334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45415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30312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14.772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30188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30367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12.422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101270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101185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101229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84078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85051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29358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29184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29106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95470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95470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59.58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24468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173.76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33008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85266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85155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85581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53.60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МАДЛЕН ЧАВДАРОВА ДЖИКОВА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421.878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9.256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286.94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77304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16.833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13.321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77219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МАЛИНА ВЛАДИМИРОВА ЗЛАТАНОВА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77408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76.865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МАРИО НИКОЛАЕВ ТЕРЗИЙСКИ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78196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14.108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МАРИО НИКОЛАЕВ ТЕРЗИЙСКИ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МАРИО НИКОЛАЕВ ТЕРЗИЙСКИ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43327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59.924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9.121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17.839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62097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62238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62390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62451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62212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62098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62364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62139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63351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11.937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29107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29403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29088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29257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32327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77436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31247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31045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31078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31356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31132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31145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15.452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58574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МЛАДЕН ДИМИТРОВ ВУЧКОВ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57469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299.344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85593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85593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86.61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28298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103083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103193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60.56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ПЕТЪР СТРАХИЛОВ АЛЕКСОВ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85002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47.047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8.488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263.14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60480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51572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51440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51414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51512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51510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51511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ПОЛИНА ГЕОРГИЕВА ТЕРЗИЙСКА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109.250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63236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11.312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63003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63235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63351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63130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63437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62328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62306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62177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62460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62364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62141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62191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62403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12.387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63135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10.409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35437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35503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35014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35101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35399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32313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32345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16.737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30282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41101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10.621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41259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41109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41368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РАДОСЛАВ СТРАХИЛОВ КЬОСЕВ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376.566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99321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99171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99247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99254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99376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99202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100044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100081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100285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100174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99240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99062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99090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99125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107184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99089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107053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107053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77472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8.526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77225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77362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77361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77133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78161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34.200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РОЗА ЙОРДАНОВА БОЖИЛОВА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186.779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9.138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283.28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83216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83175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83048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83237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83075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83301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83331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83129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109744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17.01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83596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108934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109745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83215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83109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83069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83598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80337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80466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80295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18.786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СВЕТЛА ГЕОРГИЕВА ЗЛАТКОВА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101339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101.403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5.336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165.40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50241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50288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50089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50160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50216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36429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36124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36358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36100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36433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32237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12.510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51026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51322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51332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51208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СНЕЖАНКА ГЕОРГИЕВА МАДЖАРОВА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51405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148.990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22.143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20.791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17.440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17.271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14.669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14.219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9.627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74045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8.280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76249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74459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76103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74433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74431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76403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74432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76236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76376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74189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74223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74368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76058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73079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9.681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73146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73187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73299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73154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73062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73229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73186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73368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73509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73438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73230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7.647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49054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49136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49404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49024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49104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49071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49241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49177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49379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49145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85291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85501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85067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85360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77.26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90273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28.132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13.570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11.515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10.203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88085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7.379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89242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90066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88334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89027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90161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90148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90510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90510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180.25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89202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88238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90131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90065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90052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88023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89241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90434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88317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89341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90132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88464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83.70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88187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89039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90426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90583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66.15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89435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89083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89428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90394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88280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88457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19.53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90466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31.582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26.713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16.166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14.849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14.129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13.375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92331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12.868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12.859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92110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11.880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11.819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93094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11.379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11.341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94335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10.396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9.337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94201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93289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7.721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94470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272.55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94118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6.206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94050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5.220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92196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93097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94218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94337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93330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94374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94374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93173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93387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94591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112.51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93417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94432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94589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105.86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94431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93392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94587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94.70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94586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93.37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92245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93134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94466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93438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92365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93299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93400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93261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93081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93404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93393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93114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85273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82.85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85366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69315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16.615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14.791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9.510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9.255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70007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69081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7.529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69314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70144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70224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71182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71180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70029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71233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71311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70416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70126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77009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11.510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77264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10.786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77029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78279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78412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78077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78248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9.421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78345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78206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78466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101047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СТАНИМИР БОРИСОВ БОЖИЛОВ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85120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2077.354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42.682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1323.16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38043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8.534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38175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38240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38346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4.139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38088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38403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38155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38368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38414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38281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38195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38251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102352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102314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102128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102249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102298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102242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3.510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102006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102453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28208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10.287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28168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4.547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50.404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ТАТЯНА СТОЯНОВА КИРИЛОВА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27278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99.91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200.940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3.223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99.91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39315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39133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15.836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13.844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39258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12.237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11.870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39303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11.250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39093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39290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39002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39204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8.819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39395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8.729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39351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7.965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39057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39300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6.388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198.02</w:t>
            </w: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39147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39291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39388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39508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39086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39118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39156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39446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43056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21.403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43171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42158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17.894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42090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10.059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42160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9.696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42161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42162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42077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6.467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42129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42467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42121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lastRenderedPageBreak/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42120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3.081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42470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42468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42469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44405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7.859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44166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7.257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44416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44272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5.392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44046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3.832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44142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44222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44363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44028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43112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5.052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43113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43159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42026F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ХРИСТО АСЕНОВ БАКРАЧЕВ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43223</w:t>
            </w: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260" w:rsidRPr="00D9764E" w:rsidTr="00C145F9">
        <w:trPr>
          <w:trHeight w:val="10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359.287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6.388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60" w:rsidRPr="00056C49" w:rsidRDefault="00A7326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56C49">
              <w:rPr>
                <w:rFonts w:ascii="Arial" w:hAnsi="Arial" w:cs="Arial"/>
                <w:b/>
                <w:bCs/>
                <w:sz w:val="18"/>
                <w:szCs w:val="18"/>
              </w:rPr>
              <w:t>198.02</w:t>
            </w:r>
          </w:p>
        </w:tc>
      </w:tr>
      <w:tr w:rsidR="004C57B0" w:rsidRPr="00D9764E" w:rsidTr="00C145F9">
        <w:trPr>
          <w:trHeight w:val="10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4C57B0" w:rsidRDefault="004C57B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дка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056C49" w:rsidRDefault="004C57B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056C49" w:rsidRDefault="004C57B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4C57B0" w:rsidRDefault="004C57B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8378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.404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056C49" w:rsidRDefault="004C57B0" w:rsidP="00A7326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4C57B0" w:rsidRDefault="004C57B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150.392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57B0" w:rsidRPr="004C57B0" w:rsidRDefault="004C57B0" w:rsidP="00A7326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4662.06</w:t>
            </w:r>
          </w:p>
        </w:tc>
      </w:tr>
    </w:tbl>
    <w:p w:rsidR="00D9764E" w:rsidRDefault="00D9764E" w:rsidP="00050DD5">
      <w:pPr>
        <w:jc w:val="both"/>
        <w:rPr>
          <w:lang w:val="bg-BG"/>
        </w:rPr>
      </w:pPr>
    </w:p>
    <w:p w:rsidR="00D9764E" w:rsidRPr="00D9764E" w:rsidRDefault="00D9764E" w:rsidP="00050DD5">
      <w:pPr>
        <w:jc w:val="both"/>
        <w:rPr>
          <w:lang w:val="bg-BG"/>
        </w:rPr>
      </w:pPr>
    </w:p>
    <w:p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  <w:r w:rsidR="00874D18">
        <w:rPr>
          <w:lang w:val="bg-BG"/>
        </w:rPr>
        <w:t>.</w:t>
      </w:r>
    </w:p>
    <w:p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кодекс.Обжалването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по сметка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</w:t>
      </w:r>
      <w:r w:rsidR="00535DFF">
        <w:rPr>
          <w:lang w:val="ru-RU"/>
        </w:rPr>
        <w:t>а</w:t>
      </w:r>
      <w:proofErr w:type="spellEnd"/>
      <w:r w:rsidR="00535DFF">
        <w:rPr>
          <w:lang w:val="ru-RU"/>
        </w:rPr>
        <w:t xml:space="preserve"> на </w:t>
      </w:r>
      <w:proofErr w:type="spellStart"/>
      <w:r w:rsidR="00535DFF">
        <w:rPr>
          <w:lang w:val="ru-RU"/>
        </w:rPr>
        <w:t>началника</w:t>
      </w:r>
      <w:proofErr w:type="spellEnd"/>
      <w:r w:rsidR="00535DFF">
        <w:rPr>
          <w:lang w:val="ru-RU"/>
        </w:rPr>
        <w:t xml:space="preserve"> на ОСЗ – </w:t>
      </w:r>
      <w:proofErr w:type="spellStart"/>
      <w:r w:rsidR="00535DFF">
        <w:rPr>
          <w:lang w:val="ru-RU"/>
        </w:rPr>
        <w:t>Ихтиман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на община</w:t>
      </w:r>
      <w:r w:rsidR="00535DFF">
        <w:rPr>
          <w:lang w:val="ru-RU"/>
        </w:rPr>
        <w:t xml:space="preserve"> </w:t>
      </w:r>
      <w:proofErr w:type="spellStart"/>
      <w:r w:rsidR="00535DFF">
        <w:rPr>
          <w:lang w:val="ru-RU"/>
        </w:rPr>
        <w:t>Ихтиман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B0617">
        <w:rPr>
          <w:lang w:val="bg-BG"/>
        </w:rPr>
        <w:t xml:space="preserve"> Живково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:rsidR="002213A1" w:rsidRDefault="002213A1" w:rsidP="002213A1">
      <w:pPr>
        <w:ind w:firstLine="709"/>
        <w:jc w:val="both"/>
        <w:rPr>
          <w:lang w:val="bg-BG"/>
        </w:rPr>
      </w:pPr>
      <w:bookmarkStart w:id="3" w:name="_Hlk83646044"/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:rsidR="002213A1" w:rsidRDefault="002213A1" w:rsidP="002213A1">
      <w:pPr>
        <w:jc w:val="both"/>
        <w:rPr>
          <w:lang w:val="bg-BG"/>
        </w:rPr>
      </w:pPr>
    </w:p>
    <w:p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:rsidR="00DF0169" w:rsidRDefault="00DF0169" w:rsidP="002213A1">
      <w:pPr>
        <w:rPr>
          <w:b/>
          <w:lang w:val="bg-BG"/>
        </w:rPr>
      </w:pPr>
    </w:p>
    <w:p w:rsidR="002213A1" w:rsidRPr="00F26F5B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49002B">
        <w:rPr>
          <w:b/>
          <w:lang w:val="bg-BG"/>
        </w:rPr>
        <w:t xml:space="preserve">  </w:t>
      </w:r>
      <w:r w:rsidR="001F133E">
        <w:rPr>
          <w:b/>
          <w:lang w:val="bg-BG"/>
        </w:rPr>
        <w:t>/П/</w:t>
      </w:r>
      <w:bookmarkStart w:id="4" w:name="_GoBack"/>
      <w:bookmarkEnd w:id="4"/>
    </w:p>
    <w:p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 xml:space="preserve">главен директор на </w:t>
      </w:r>
      <w:proofErr w:type="spellStart"/>
      <w:r w:rsidRPr="00FA15EF">
        <w:rPr>
          <w:i/>
          <w:lang w:val="bg-BG"/>
        </w:rPr>
        <w:t>ГД"Аграрно</w:t>
      </w:r>
      <w:proofErr w:type="spellEnd"/>
      <w:r w:rsidRPr="00FA15EF">
        <w:rPr>
          <w:i/>
          <w:lang w:val="bg-BG"/>
        </w:rPr>
        <w:t xml:space="preserve"> развитие"</w:t>
      </w:r>
    </w:p>
    <w:p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  <w:bookmarkEnd w:id="3"/>
    </w:p>
    <w:sectPr w:rsidR="002213A1" w:rsidRPr="00374CAD" w:rsidSect="00050DD5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1418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E16" w:rsidRDefault="00024E16">
      <w:r>
        <w:separator/>
      </w:r>
    </w:p>
  </w:endnote>
  <w:endnote w:type="continuationSeparator" w:id="0">
    <w:p w:rsidR="00024E16" w:rsidRDefault="0002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60" w:rsidRDefault="000B457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32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3260" w:rsidRDefault="00A7326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60" w:rsidRPr="00713EC9" w:rsidRDefault="000B457A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A7326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F133E">
      <w:rPr>
        <w:rStyle w:val="PageNumber"/>
        <w:noProof/>
        <w:sz w:val="18"/>
      </w:rPr>
      <w:t>26</w:t>
    </w:r>
    <w:r w:rsidRPr="00713EC9">
      <w:rPr>
        <w:rStyle w:val="PageNumber"/>
        <w:sz w:val="18"/>
      </w:rPr>
      <w:fldChar w:fldCharType="end"/>
    </w:r>
  </w:p>
  <w:p w:rsidR="00A73260" w:rsidRPr="00B853F3" w:rsidRDefault="00A73260" w:rsidP="00B853F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853F3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853F3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853F3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A73260" w:rsidRPr="00B853F3" w:rsidRDefault="00A73260" w:rsidP="00B853F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853F3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A73260" w:rsidRPr="00835BBA" w:rsidRDefault="00A7326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60" w:rsidRPr="001E6600" w:rsidRDefault="00A73260" w:rsidP="00B853F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1E6600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1E6600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1E6600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A73260" w:rsidRPr="001E6600" w:rsidRDefault="00A73260" w:rsidP="00B853F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1E6600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A73260" w:rsidRPr="00B853F3" w:rsidRDefault="00A73260" w:rsidP="00B85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E16" w:rsidRDefault="00024E16">
      <w:r>
        <w:separator/>
      </w:r>
    </w:p>
  </w:footnote>
  <w:footnote w:type="continuationSeparator" w:id="0">
    <w:p w:rsidR="00024E16" w:rsidRDefault="00024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60" w:rsidRPr="005B69F7" w:rsidRDefault="00A7326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13970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2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73260" w:rsidRPr="005B69F7" w:rsidRDefault="00DF0169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9693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Q/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E1eyeFh5Et+rRL&#10;WDqLus76TCE2XLb2G8oTqoN/Co+ofkbhcT2A702pfj4GBhdE9QqSgxi4y3b6ipprgBsUsQ4djZmS&#10;ZRCH4snx6ok5JKFOScXZ23pRvy92VdBccIFi+mJwFHnTypgIbD+kNXrPxiPVpQvsH2PiORh4AeSm&#10;Hh+sc8V/58XUyo83i5sCiOiszoe5LFK/XTsSe8gvqHxZFCZ7VUa487qQDQb05/M+gXWnPdc7z7CL&#10;GCdZt6iPG8p0Oc8WF+Lzc8xv6Pe4VL38NKtfAA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B2WBQ/ygEAAHwDAAAOAAAAAAAA&#10;AAAAAAAAAC4CAABkcnMvZTJvRG9jLnhtbFBLAQItABQABgAIAAAAIQBnQIxP3AAAAAgBAAAPAAAA&#10;AAAAAAAAAAAAACQEAABkcnMvZG93bnJldi54bWxQSwUGAAAAAAQABADzAAAALQUAAAAA&#10;"/>
          </w:pict>
        </mc:Fallback>
      </mc:AlternateContent>
    </w:r>
    <w:r w:rsidR="00A73260">
      <w:rPr>
        <w:rFonts w:ascii="Helen Bg Condensed" w:hAnsi="Helen Bg Condensed"/>
        <w:spacing w:val="40"/>
        <w:sz w:val="30"/>
        <w:szCs w:val="30"/>
      </w:rPr>
      <w:t xml:space="preserve">           </w:t>
    </w:r>
    <w:r w:rsidR="00A7326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73260" w:rsidRPr="0023186B" w:rsidRDefault="00A7326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A73260" w:rsidRPr="00983B22" w:rsidRDefault="00A7326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A73260" w:rsidRPr="00983B22" w:rsidRDefault="00A7326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24E16"/>
    <w:rsid w:val="00031A1D"/>
    <w:rsid w:val="00034C87"/>
    <w:rsid w:val="00034F6D"/>
    <w:rsid w:val="00041D0F"/>
    <w:rsid w:val="00050DD5"/>
    <w:rsid w:val="0008557E"/>
    <w:rsid w:val="000927A7"/>
    <w:rsid w:val="0009344D"/>
    <w:rsid w:val="00094932"/>
    <w:rsid w:val="000A15FF"/>
    <w:rsid w:val="000A519D"/>
    <w:rsid w:val="000B05B1"/>
    <w:rsid w:val="000B457A"/>
    <w:rsid w:val="000C1717"/>
    <w:rsid w:val="000C25BA"/>
    <w:rsid w:val="000C5047"/>
    <w:rsid w:val="000D4272"/>
    <w:rsid w:val="000E2804"/>
    <w:rsid w:val="000E46A8"/>
    <w:rsid w:val="000E478C"/>
    <w:rsid w:val="000F691D"/>
    <w:rsid w:val="000F72DC"/>
    <w:rsid w:val="0011621C"/>
    <w:rsid w:val="00124D93"/>
    <w:rsid w:val="0013647C"/>
    <w:rsid w:val="00136616"/>
    <w:rsid w:val="00137F32"/>
    <w:rsid w:val="001423EA"/>
    <w:rsid w:val="0015050F"/>
    <w:rsid w:val="00155469"/>
    <w:rsid w:val="00156307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292B"/>
    <w:rsid w:val="001B4BA5"/>
    <w:rsid w:val="001B5A59"/>
    <w:rsid w:val="001C7910"/>
    <w:rsid w:val="001E1CD9"/>
    <w:rsid w:val="001E6600"/>
    <w:rsid w:val="001F133E"/>
    <w:rsid w:val="0020653E"/>
    <w:rsid w:val="00212573"/>
    <w:rsid w:val="00215957"/>
    <w:rsid w:val="0021736B"/>
    <w:rsid w:val="002213A1"/>
    <w:rsid w:val="00225E60"/>
    <w:rsid w:val="0023186B"/>
    <w:rsid w:val="00236727"/>
    <w:rsid w:val="0024276E"/>
    <w:rsid w:val="00251CBC"/>
    <w:rsid w:val="002557CA"/>
    <w:rsid w:val="002639F4"/>
    <w:rsid w:val="00266D04"/>
    <w:rsid w:val="0027018A"/>
    <w:rsid w:val="002725F6"/>
    <w:rsid w:val="00291BDD"/>
    <w:rsid w:val="00294009"/>
    <w:rsid w:val="002A10AF"/>
    <w:rsid w:val="002C5874"/>
    <w:rsid w:val="002D3B8A"/>
    <w:rsid w:val="002D52D7"/>
    <w:rsid w:val="002D703A"/>
    <w:rsid w:val="002E0A30"/>
    <w:rsid w:val="002E1085"/>
    <w:rsid w:val="002E25EF"/>
    <w:rsid w:val="002F2872"/>
    <w:rsid w:val="003015D9"/>
    <w:rsid w:val="00307648"/>
    <w:rsid w:val="003133F6"/>
    <w:rsid w:val="003140CD"/>
    <w:rsid w:val="003171AC"/>
    <w:rsid w:val="00321064"/>
    <w:rsid w:val="00325630"/>
    <w:rsid w:val="003306D3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025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1648"/>
    <w:rsid w:val="003E7141"/>
    <w:rsid w:val="003F12AE"/>
    <w:rsid w:val="003F6ADC"/>
    <w:rsid w:val="00401145"/>
    <w:rsid w:val="0042026F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83D7F"/>
    <w:rsid w:val="0049002B"/>
    <w:rsid w:val="00492D75"/>
    <w:rsid w:val="004968A3"/>
    <w:rsid w:val="00496975"/>
    <w:rsid w:val="004A35CC"/>
    <w:rsid w:val="004A3929"/>
    <w:rsid w:val="004B10BF"/>
    <w:rsid w:val="004C3144"/>
    <w:rsid w:val="004C4B62"/>
    <w:rsid w:val="004C57B0"/>
    <w:rsid w:val="004E2EAF"/>
    <w:rsid w:val="004E31E0"/>
    <w:rsid w:val="004E5FF6"/>
    <w:rsid w:val="004F5882"/>
    <w:rsid w:val="004F625A"/>
    <w:rsid w:val="004F765C"/>
    <w:rsid w:val="00505A7C"/>
    <w:rsid w:val="005074D7"/>
    <w:rsid w:val="0051429F"/>
    <w:rsid w:val="00522D1E"/>
    <w:rsid w:val="00533524"/>
    <w:rsid w:val="00535D58"/>
    <w:rsid w:val="00535DFF"/>
    <w:rsid w:val="00543972"/>
    <w:rsid w:val="00544517"/>
    <w:rsid w:val="005604AC"/>
    <w:rsid w:val="0056292F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457A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309"/>
    <w:rsid w:val="005F18B8"/>
    <w:rsid w:val="005F3A9D"/>
    <w:rsid w:val="00600678"/>
    <w:rsid w:val="00602A0B"/>
    <w:rsid w:val="00606C01"/>
    <w:rsid w:val="00616262"/>
    <w:rsid w:val="00617A58"/>
    <w:rsid w:val="00623B38"/>
    <w:rsid w:val="00630710"/>
    <w:rsid w:val="006359F1"/>
    <w:rsid w:val="00635A08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617"/>
    <w:rsid w:val="006B0B9A"/>
    <w:rsid w:val="006B282B"/>
    <w:rsid w:val="006B7386"/>
    <w:rsid w:val="006C080F"/>
    <w:rsid w:val="006C1BE4"/>
    <w:rsid w:val="006C5E63"/>
    <w:rsid w:val="006C7E03"/>
    <w:rsid w:val="006D4B4D"/>
    <w:rsid w:val="006D544F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15D6F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46B63"/>
    <w:rsid w:val="00751C7B"/>
    <w:rsid w:val="00753FF4"/>
    <w:rsid w:val="00757E98"/>
    <w:rsid w:val="00762DA8"/>
    <w:rsid w:val="00781F58"/>
    <w:rsid w:val="00785809"/>
    <w:rsid w:val="00787497"/>
    <w:rsid w:val="0079198E"/>
    <w:rsid w:val="007947AE"/>
    <w:rsid w:val="00794D64"/>
    <w:rsid w:val="007964C9"/>
    <w:rsid w:val="007A06D3"/>
    <w:rsid w:val="007A6290"/>
    <w:rsid w:val="007B398E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63AB6"/>
    <w:rsid w:val="00866B70"/>
    <w:rsid w:val="00871654"/>
    <w:rsid w:val="00874D18"/>
    <w:rsid w:val="00875312"/>
    <w:rsid w:val="008833AA"/>
    <w:rsid w:val="00883AE2"/>
    <w:rsid w:val="00893776"/>
    <w:rsid w:val="008960BA"/>
    <w:rsid w:val="008A1BBB"/>
    <w:rsid w:val="008A408D"/>
    <w:rsid w:val="008B0206"/>
    <w:rsid w:val="008B1300"/>
    <w:rsid w:val="008B252D"/>
    <w:rsid w:val="008C54F3"/>
    <w:rsid w:val="008D1749"/>
    <w:rsid w:val="008D2703"/>
    <w:rsid w:val="008D7029"/>
    <w:rsid w:val="008E0E45"/>
    <w:rsid w:val="008F3A6E"/>
    <w:rsid w:val="009052A5"/>
    <w:rsid w:val="00924C51"/>
    <w:rsid w:val="00931B42"/>
    <w:rsid w:val="00933CBA"/>
    <w:rsid w:val="00936425"/>
    <w:rsid w:val="00945150"/>
    <w:rsid w:val="00946D85"/>
    <w:rsid w:val="00952C35"/>
    <w:rsid w:val="00956CD8"/>
    <w:rsid w:val="00963B6C"/>
    <w:rsid w:val="00974546"/>
    <w:rsid w:val="0097789C"/>
    <w:rsid w:val="009803EE"/>
    <w:rsid w:val="00983B22"/>
    <w:rsid w:val="00985484"/>
    <w:rsid w:val="00992DF8"/>
    <w:rsid w:val="00996A5D"/>
    <w:rsid w:val="00996CD4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04BC8"/>
    <w:rsid w:val="00A12E37"/>
    <w:rsid w:val="00A17CE8"/>
    <w:rsid w:val="00A21340"/>
    <w:rsid w:val="00A23BFD"/>
    <w:rsid w:val="00A2419F"/>
    <w:rsid w:val="00A36C2A"/>
    <w:rsid w:val="00A5161E"/>
    <w:rsid w:val="00A56EBD"/>
    <w:rsid w:val="00A60928"/>
    <w:rsid w:val="00A73260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119E"/>
    <w:rsid w:val="00AB5138"/>
    <w:rsid w:val="00AB53BB"/>
    <w:rsid w:val="00AB701D"/>
    <w:rsid w:val="00AD13E8"/>
    <w:rsid w:val="00AD2747"/>
    <w:rsid w:val="00AD3A76"/>
    <w:rsid w:val="00AD6705"/>
    <w:rsid w:val="00AD6B30"/>
    <w:rsid w:val="00AD7D68"/>
    <w:rsid w:val="00AD7F36"/>
    <w:rsid w:val="00AE2C02"/>
    <w:rsid w:val="00AE42FC"/>
    <w:rsid w:val="00AE6009"/>
    <w:rsid w:val="00AF0AFA"/>
    <w:rsid w:val="00B01BC8"/>
    <w:rsid w:val="00B02AEB"/>
    <w:rsid w:val="00B14BA2"/>
    <w:rsid w:val="00B157DC"/>
    <w:rsid w:val="00B22D78"/>
    <w:rsid w:val="00B233B4"/>
    <w:rsid w:val="00B2429C"/>
    <w:rsid w:val="00B54180"/>
    <w:rsid w:val="00B61E85"/>
    <w:rsid w:val="00B65B7A"/>
    <w:rsid w:val="00B80B62"/>
    <w:rsid w:val="00B853F3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E53D2"/>
    <w:rsid w:val="00BF47CC"/>
    <w:rsid w:val="00C00904"/>
    <w:rsid w:val="00C02136"/>
    <w:rsid w:val="00C06313"/>
    <w:rsid w:val="00C120B5"/>
    <w:rsid w:val="00C145F9"/>
    <w:rsid w:val="00C2411B"/>
    <w:rsid w:val="00C34BD9"/>
    <w:rsid w:val="00C34FAA"/>
    <w:rsid w:val="00C37346"/>
    <w:rsid w:val="00C41B72"/>
    <w:rsid w:val="00C473A4"/>
    <w:rsid w:val="00C541CA"/>
    <w:rsid w:val="00C57ED9"/>
    <w:rsid w:val="00CA17DF"/>
    <w:rsid w:val="00CA3258"/>
    <w:rsid w:val="00CA4019"/>
    <w:rsid w:val="00CA41E3"/>
    <w:rsid w:val="00CA7A14"/>
    <w:rsid w:val="00CC444F"/>
    <w:rsid w:val="00CC671B"/>
    <w:rsid w:val="00CD6A9A"/>
    <w:rsid w:val="00CE47C7"/>
    <w:rsid w:val="00CE5345"/>
    <w:rsid w:val="00CE6814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252E"/>
    <w:rsid w:val="00D450FA"/>
    <w:rsid w:val="00D60338"/>
    <w:rsid w:val="00D615B0"/>
    <w:rsid w:val="00D61AE4"/>
    <w:rsid w:val="00D66684"/>
    <w:rsid w:val="00D71A31"/>
    <w:rsid w:val="00D742E5"/>
    <w:rsid w:val="00D7472F"/>
    <w:rsid w:val="00D81D3E"/>
    <w:rsid w:val="00D86C51"/>
    <w:rsid w:val="00D94649"/>
    <w:rsid w:val="00D9764E"/>
    <w:rsid w:val="00DA5FC2"/>
    <w:rsid w:val="00DA6215"/>
    <w:rsid w:val="00DB0831"/>
    <w:rsid w:val="00DB47C4"/>
    <w:rsid w:val="00DB596F"/>
    <w:rsid w:val="00DB5E55"/>
    <w:rsid w:val="00DB7D60"/>
    <w:rsid w:val="00DC12F3"/>
    <w:rsid w:val="00DC5B1C"/>
    <w:rsid w:val="00DC7B49"/>
    <w:rsid w:val="00DF016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00D8"/>
    <w:rsid w:val="00E71875"/>
    <w:rsid w:val="00E71BA4"/>
    <w:rsid w:val="00E7445E"/>
    <w:rsid w:val="00E76BF6"/>
    <w:rsid w:val="00E91338"/>
    <w:rsid w:val="00EA3B1F"/>
    <w:rsid w:val="00EA778C"/>
    <w:rsid w:val="00EB4DB7"/>
    <w:rsid w:val="00EE0429"/>
    <w:rsid w:val="00EE0F93"/>
    <w:rsid w:val="00EE1A25"/>
    <w:rsid w:val="00EE2FF9"/>
    <w:rsid w:val="00EF61F2"/>
    <w:rsid w:val="00F050C6"/>
    <w:rsid w:val="00F05FFF"/>
    <w:rsid w:val="00F06BC9"/>
    <w:rsid w:val="00F1309C"/>
    <w:rsid w:val="00F26F5B"/>
    <w:rsid w:val="00F37E58"/>
    <w:rsid w:val="00F4372C"/>
    <w:rsid w:val="00F63931"/>
    <w:rsid w:val="00F670A1"/>
    <w:rsid w:val="00F670AF"/>
    <w:rsid w:val="00F72CF1"/>
    <w:rsid w:val="00F73081"/>
    <w:rsid w:val="00F7674E"/>
    <w:rsid w:val="00F77810"/>
    <w:rsid w:val="00F80B4D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C66D8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430BAFEB"/>
  <w15:docId w15:val="{4B592F45-B447-4238-83BA-12C430F9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57ED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C57ED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C57ED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C57ED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C57ED9"/>
  </w:style>
  <w:style w:type="paragraph" w:styleId="Header">
    <w:name w:val="header"/>
    <w:basedOn w:val="Normal"/>
    <w:link w:val="HeaderChar"/>
    <w:uiPriority w:val="99"/>
    <w:rsid w:val="00C57E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57ED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57ED9"/>
    <w:pPr>
      <w:jc w:val="both"/>
    </w:pPr>
    <w:rPr>
      <w:lang w:val="bg-BG"/>
    </w:rPr>
  </w:style>
  <w:style w:type="paragraph" w:styleId="BodyText2">
    <w:name w:val="Body Text 2"/>
    <w:basedOn w:val="Normal"/>
    <w:rsid w:val="00C57ED9"/>
    <w:pPr>
      <w:jc w:val="both"/>
    </w:pPr>
    <w:rPr>
      <w:lang w:val="bg-BG"/>
    </w:rPr>
  </w:style>
  <w:style w:type="character" w:styleId="Hyperlink">
    <w:name w:val="Hyperlink"/>
    <w:uiPriority w:val="99"/>
    <w:rsid w:val="00C57ED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6E585-E1B9-451E-AFE8-254951B7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26</Pages>
  <Words>9788</Words>
  <Characters>55796</Characters>
  <Application>Microsoft Office Word</Application>
  <DocSecurity>0</DocSecurity>
  <Lines>464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3</cp:revision>
  <cp:lastPrinted>2022-11-16T06:19:00Z</cp:lastPrinted>
  <dcterms:created xsi:type="dcterms:W3CDTF">2022-11-16T06:20:00Z</dcterms:created>
  <dcterms:modified xsi:type="dcterms:W3CDTF">2022-11-16T06:20:00Z</dcterms:modified>
</cp:coreProperties>
</file>